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04" w:rsidRDefault="00D45A04" w:rsidP="00793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 КАРЕЛИЯ</w:t>
      </w:r>
    </w:p>
    <w:p w:rsidR="00D45A04" w:rsidRDefault="00D45A04" w:rsidP="00793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ОБРАЗОВАНИЕ </w:t>
      </w:r>
    </w:p>
    <w:p w:rsidR="00D45A04" w:rsidRDefault="00D45A04" w:rsidP="00793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«ЛЕДМОЗЕРСКОЕ СЕЛЬСКОЕ ПОСЕЛЕНИЕ»</w:t>
      </w:r>
    </w:p>
    <w:p w:rsidR="00D45A04" w:rsidRDefault="00D45A04" w:rsidP="00FA75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ДЕДМОЗЕРСКОГО СЕЛЬСКОГО ПОСЕЛЕНИЯ</w:t>
      </w:r>
    </w:p>
    <w:p w:rsidR="00D45A04" w:rsidRDefault="00D45A04" w:rsidP="00793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5A04" w:rsidRDefault="00D45A04" w:rsidP="00793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D45A04" w:rsidRDefault="00D45A04" w:rsidP="00793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5A04" w:rsidRDefault="00D45A04" w:rsidP="0079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сессии __ созывы</w:t>
      </w:r>
    </w:p>
    <w:p w:rsidR="00D45A04" w:rsidRDefault="00D45A04" w:rsidP="0079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 июля 2020 года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№_____</w:t>
      </w:r>
    </w:p>
    <w:p w:rsidR="00D45A04" w:rsidRDefault="00D45A04" w:rsidP="0079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A04" w:rsidRDefault="00D45A04" w:rsidP="0079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Устава муниципального</w:t>
      </w:r>
    </w:p>
    <w:p w:rsidR="00D45A04" w:rsidRDefault="00D45A04" w:rsidP="0079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«Ледмозерское сельское поселение»</w:t>
      </w:r>
    </w:p>
    <w:p w:rsidR="00D45A04" w:rsidRDefault="00D45A04" w:rsidP="0079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новой редакции</w:t>
      </w:r>
    </w:p>
    <w:p w:rsidR="00D45A04" w:rsidRDefault="00D45A04" w:rsidP="0079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A04" w:rsidRPr="00313AE1" w:rsidRDefault="00D45A04" w:rsidP="00313AE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3AE1">
        <w:rPr>
          <w:rFonts w:ascii="Times New Roman" w:hAnsi="Times New Roman" w:cs="Times New Roman"/>
          <w:sz w:val="24"/>
          <w:szCs w:val="24"/>
        </w:rPr>
        <w:tab/>
      </w:r>
    </w:p>
    <w:p w:rsidR="00D45A04" w:rsidRDefault="00D45A04" w:rsidP="00313A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3AE1">
        <w:rPr>
          <w:rFonts w:ascii="Times New Roman" w:hAnsi="Times New Roman" w:cs="Times New Roman"/>
          <w:sz w:val="24"/>
          <w:szCs w:val="24"/>
        </w:rPr>
        <w:t xml:space="preserve">Руководствуясь частью 10 статьи 35, частью 3 статьи 44 Федерального закона от 06.10.2003 года № 131-ФЗ «Об общих принципах организации местного самоуправления в Российской Федерации», </w:t>
      </w:r>
      <w:r w:rsidRPr="00313AE1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Ледмозерского сельского поселения </w:t>
      </w:r>
      <w:r w:rsidRPr="00313AE1">
        <w:rPr>
          <w:rFonts w:ascii="Times New Roman" w:hAnsi="Times New Roman" w:cs="Times New Roman"/>
          <w:b/>
          <w:bCs/>
          <w:sz w:val="24"/>
          <w:szCs w:val="24"/>
        </w:rPr>
        <w:t xml:space="preserve"> р е ш и л:</w:t>
      </w:r>
    </w:p>
    <w:p w:rsidR="00D45A04" w:rsidRDefault="00D45A04" w:rsidP="0031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Устава муниципального образования «Ледмозерское сельское поселение» в новой редакции.</w:t>
      </w:r>
    </w:p>
    <w:p w:rsidR="00D45A04" w:rsidRDefault="00D45A04" w:rsidP="0031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Направить данное решение в У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правление Министерства юстиции Российской Федерации по Республике Карелия для государственной регистрации.</w:t>
      </w:r>
    </w:p>
    <w:p w:rsidR="00D45A04" w:rsidRDefault="00D45A04" w:rsidP="00F32F3A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74028"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 Со дня вступления в силу Устава муниципального образования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 </w:t>
      </w:r>
      <w:r w:rsidRPr="00E74028">
        <w:rPr>
          <w:rFonts w:ascii="yandex-sans" w:hAnsi="yandex-sans" w:cs="yandex-sans"/>
          <w:color w:val="000000"/>
          <w:sz w:val="23"/>
          <w:szCs w:val="23"/>
          <w:lang w:eastAsia="ru-RU"/>
        </w:rPr>
        <w:t>«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Ледмозерское </w:t>
      </w:r>
      <w:r w:rsidRPr="00E74028"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 сельское поселение» признать утратившими силу:</w:t>
      </w:r>
    </w:p>
    <w:p w:rsidR="00D45A04" w:rsidRPr="00E74028" w:rsidRDefault="00D45A04" w:rsidP="00F32F3A">
      <w:pPr>
        <w:shd w:val="clear" w:color="auto" w:fill="FFFFFF"/>
        <w:spacing w:after="0" w:line="240" w:lineRule="auto"/>
        <w:jc w:val="both"/>
        <w:rPr>
          <w:rFonts w:ascii="yandex-sans" w:hAnsi="yandex-sans" w:cs="yandex-sans"/>
          <w:color w:val="000000"/>
          <w:sz w:val="23"/>
          <w:szCs w:val="23"/>
          <w:lang w:eastAsia="ru-RU"/>
        </w:rPr>
      </w:pP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>- Устав</w:t>
      </w:r>
      <w:r w:rsidRPr="00E74028"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 муниципального образования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 </w:t>
      </w:r>
      <w:r w:rsidRPr="00E74028">
        <w:rPr>
          <w:rFonts w:ascii="yandex-sans" w:hAnsi="yandex-sans" w:cs="yandex-sans"/>
          <w:color w:val="000000"/>
          <w:sz w:val="23"/>
          <w:szCs w:val="23"/>
          <w:lang w:eastAsia="ru-RU"/>
        </w:rPr>
        <w:t>«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Ледмозерское </w:t>
      </w:r>
      <w:r w:rsidRPr="00E74028"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 сельское поселение»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, утвержденный решением </w:t>
      </w:r>
      <w:r w:rsidRPr="00F32F3A"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З1 сессией 3 созыва 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>С</w:t>
      </w:r>
      <w:r w:rsidRPr="00F32F3A">
        <w:rPr>
          <w:rFonts w:ascii="yandex-sans" w:hAnsi="yandex-sans" w:cs="yandex-sans"/>
          <w:color w:val="000000"/>
          <w:sz w:val="23"/>
          <w:szCs w:val="23"/>
          <w:lang w:eastAsia="ru-RU"/>
        </w:rPr>
        <w:t>овета Ледмозерског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>о сельского поселения решение   от 19 июля 2017</w:t>
      </w:r>
      <w:r w:rsidRPr="00F32F3A"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 г.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 xml:space="preserve"> № </w:t>
      </w:r>
      <w:r w:rsidRPr="00F32F3A">
        <w:rPr>
          <w:rFonts w:ascii="yandex-sans" w:hAnsi="yandex-sans" w:cs="yandex-sans"/>
          <w:color w:val="000000"/>
          <w:sz w:val="23"/>
          <w:szCs w:val="23"/>
          <w:lang w:eastAsia="ru-RU"/>
        </w:rPr>
        <w:t>155</w:t>
      </w:r>
      <w:r>
        <w:rPr>
          <w:rFonts w:ascii="yandex-sans" w:hAnsi="yandex-sans" w:cs="yandex-sans"/>
          <w:color w:val="000000"/>
          <w:sz w:val="23"/>
          <w:szCs w:val="23"/>
          <w:lang w:eastAsia="ru-RU"/>
        </w:rPr>
        <w:t>.</w:t>
      </w:r>
    </w:p>
    <w:p w:rsidR="00D45A04" w:rsidRDefault="00D45A04" w:rsidP="000B36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3AE1">
        <w:rPr>
          <w:rFonts w:ascii="Times New Roman" w:hAnsi="Times New Roman" w:cs="Times New Roman"/>
          <w:sz w:val="24"/>
          <w:szCs w:val="24"/>
        </w:rPr>
        <w:t>4.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D45A04" w:rsidRPr="00313AE1" w:rsidRDefault="00D45A04" w:rsidP="000B36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Часть 1 статьи 17 настоящего Устава вступает в силу после истечения срока полномочий Совета Ледмозерского сельского поселения  </w:t>
      </w:r>
      <w:r w:rsidRPr="000B36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D45A04" w:rsidRPr="00183DE3" w:rsidRDefault="00D45A04" w:rsidP="00313AE1">
      <w:pPr>
        <w:jc w:val="both"/>
        <w:rPr>
          <w:b/>
          <w:bCs/>
        </w:rPr>
      </w:pPr>
    </w:p>
    <w:p w:rsidR="00D45A04" w:rsidRDefault="00D45A04" w:rsidP="0031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5A04" w:rsidRDefault="00D45A04" w:rsidP="00FA7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Ледмозерского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И.В. Ермак</w:t>
      </w:r>
    </w:p>
    <w:p w:rsidR="00D45A04" w:rsidRPr="00F949EF" w:rsidRDefault="00D45A04" w:rsidP="00FA7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sectPr w:rsidR="00D45A04" w:rsidRPr="00F949EF" w:rsidSect="00210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33E40"/>
    <w:multiLevelType w:val="hybridMultilevel"/>
    <w:tmpl w:val="5772400C"/>
    <w:lvl w:ilvl="0" w:tplc="C6BE0B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13E"/>
    <w:rsid w:val="00082C22"/>
    <w:rsid w:val="000B3686"/>
    <w:rsid w:val="00103B43"/>
    <w:rsid w:val="001775F4"/>
    <w:rsid w:val="00183DE3"/>
    <w:rsid w:val="001D40CF"/>
    <w:rsid w:val="00210799"/>
    <w:rsid w:val="00221719"/>
    <w:rsid w:val="002F0B4A"/>
    <w:rsid w:val="00313AE1"/>
    <w:rsid w:val="003B0711"/>
    <w:rsid w:val="00677498"/>
    <w:rsid w:val="00793BD4"/>
    <w:rsid w:val="007A069B"/>
    <w:rsid w:val="008B6F50"/>
    <w:rsid w:val="009A5795"/>
    <w:rsid w:val="009A6BBC"/>
    <w:rsid w:val="00D17144"/>
    <w:rsid w:val="00D45A04"/>
    <w:rsid w:val="00E74028"/>
    <w:rsid w:val="00EC36DE"/>
    <w:rsid w:val="00F32F3A"/>
    <w:rsid w:val="00F5413E"/>
    <w:rsid w:val="00F949EF"/>
    <w:rsid w:val="00FA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79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949E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220</Words>
  <Characters>1260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Администрация</cp:lastModifiedBy>
  <cp:revision>4</cp:revision>
  <dcterms:created xsi:type="dcterms:W3CDTF">2020-02-07T19:32:00Z</dcterms:created>
  <dcterms:modified xsi:type="dcterms:W3CDTF">2020-06-16T11:33:00Z</dcterms:modified>
</cp:coreProperties>
</file>